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E714D" w14:textId="77777777" w:rsidR="001815E5" w:rsidRPr="0041446D" w:rsidRDefault="001815E5" w:rsidP="001815E5">
      <w:pPr>
        <w:ind w:left="-426"/>
        <w:jc w:val="center"/>
        <w:rPr>
          <w:rFonts w:ascii="Arial" w:hAnsi="Arial" w:cs="Arial"/>
          <w:b/>
          <w:szCs w:val="24"/>
        </w:rPr>
      </w:pPr>
      <w:r w:rsidRPr="0041446D">
        <w:rPr>
          <w:rFonts w:ascii="Arial" w:hAnsi="Arial" w:cs="Arial"/>
          <w:b/>
          <w:szCs w:val="24"/>
        </w:rPr>
        <w:t xml:space="preserve">COMUNICACIÓN DE GASTO </w:t>
      </w:r>
      <w:r>
        <w:rPr>
          <w:rFonts w:ascii="Arial" w:hAnsi="Arial" w:cs="Arial"/>
          <w:b/>
          <w:szCs w:val="24"/>
        </w:rPr>
        <w:t xml:space="preserve">DE </w:t>
      </w:r>
      <w:r w:rsidRPr="0041446D">
        <w:rPr>
          <w:rFonts w:ascii="Arial" w:hAnsi="Arial" w:cs="Arial"/>
          <w:b/>
          <w:szCs w:val="24"/>
        </w:rPr>
        <w:t xml:space="preserve">DESPLAZAMIENO CUANDO INCLUYE </w:t>
      </w:r>
      <w:r w:rsidRPr="00D47184">
        <w:rPr>
          <w:rFonts w:ascii="Arial" w:hAnsi="Arial" w:cs="Arial"/>
          <w:b/>
          <w:szCs w:val="24"/>
        </w:rPr>
        <w:t>EXCURSIÓN*</w:t>
      </w:r>
    </w:p>
    <w:p w14:paraId="4DDD63A0" w14:textId="67A3CDA4" w:rsidR="001815E5" w:rsidRDefault="001815E5" w:rsidP="001815E5">
      <w:pPr>
        <w:jc w:val="center"/>
        <w:rPr>
          <w:rFonts w:ascii="Arial" w:hAnsi="Arial" w:cs="Arial"/>
          <w:b/>
          <w:szCs w:val="24"/>
        </w:rPr>
      </w:pPr>
      <w:r w:rsidRPr="0041446D">
        <w:rPr>
          <w:rFonts w:ascii="Arial" w:hAnsi="Arial" w:cs="Arial"/>
          <w:b/>
          <w:szCs w:val="24"/>
        </w:rPr>
        <w:t xml:space="preserve">ACTUACIÓN DEL PLAN CORRESPONSABLES </w:t>
      </w:r>
      <w:r w:rsidRPr="002B2A3B">
        <w:rPr>
          <w:rFonts w:ascii="Arial" w:hAnsi="Arial" w:cs="Arial"/>
          <w:b/>
          <w:color w:val="000000" w:themeColor="text1"/>
          <w:szCs w:val="24"/>
        </w:rPr>
        <w:t>202</w:t>
      </w:r>
      <w:r w:rsidR="003F2376">
        <w:rPr>
          <w:rFonts w:ascii="Arial" w:hAnsi="Arial" w:cs="Arial"/>
          <w:b/>
          <w:color w:val="000000" w:themeColor="text1"/>
          <w:szCs w:val="24"/>
        </w:rPr>
        <w:t>…</w:t>
      </w:r>
      <w:r w:rsidRPr="002B2A3B">
        <w:rPr>
          <w:rFonts w:ascii="Arial" w:hAnsi="Arial" w:cs="Arial"/>
          <w:b/>
          <w:color w:val="000000" w:themeColor="text1"/>
          <w:szCs w:val="24"/>
        </w:rPr>
        <w:t>-202</w:t>
      </w:r>
      <w:r w:rsidR="003F2376">
        <w:rPr>
          <w:rFonts w:ascii="Arial" w:hAnsi="Arial" w:cs="Arial"/>
          <w:b/>
          <w:color w:val="000000" w:themeColor="text1"/>
          <w:szCs w:val="24"/>
        </w:rPr>
        <w:t>…</w:t>
      </w:r>
    </w:p>
    <w:p w14:paraId="5FC2E36E" w14:textId="77777777" w:rsidR="001815E5" w:rsidRPr="00D7610A" w:rsidRDefault="001815E5" w:rsidP="001815E5">
      <w:pPr>
        <w:jc w:val="both"/>
        <w:rPr>
          <w:rFonts w:ascii="Arial" w:hAnsi="Arial" w:cs="Arial"/>
        </w:rPr>
      </w:pPr>
    </w:p>
    <w:tbl>
      <w:tblPr>
        <w:tblStyle w:val="Tablaconcuadrcula"/>
        <w:tblpPr w:leftFromText="141" w:rightFromText="141" w:vertAnchor="text" w:horzAnchor="margin" w:tblpXSpec="center" w:tblpY="610"/>
        <w:tblW w:w="9481" w:type="dxa"/>
        <w:tblLook w:val="04A0" w:firstRow="1" w:lastRow="0" w:firstColumn="1" w:lastColumn="0" w:noHBand="0" w:noVBand="1"/>
      </w:tblPr>
      <w:tblGrid>
        <w:gridCol w:w="9481"/>
      </w:tblGrid>
      <w:tr w:rsidR="001815E5" w14:paraId="6FE7F15F" w14:textId="77777777" w:rsidTr="00733B16">
        <w:trPr>
          <w:trHeight w:val="460"/>
        </w:trPr>
        <w:tc>
          <w:tcPr>
            <w:tcW w:w="9481" w:type="dxa"/>
          </w:tcPr>
          <w:p w14:paraId="529BCBFA" w14:textId="6A995BA4" w:rsidR="001815E5" w:rsidRPr="0041446D" w:rsidRDefault="001815E5" w:rsidP="00733B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7184">
              <w:rPr>
                <w:rFonts w:ascii="Arial" w:hAnsi="Arial" w:cs="Arial"/>
                <w:sz w:val="20"/>
                <w:szCs w:val="20"/>
              </w:rPr>
              <w:t xml:space="preserve">Denominación de la actuación </w:t>
            </w:r>
            <w:r w:rsidR="002B2A3B">
              <w:rPr>
                <w:rFonts w:ascii="Arial" w:hAnsi="Arial" w:cs="Arial"/>
                <w:sz w:val="20"/>
                <w:szCs w:val="20"/>
              </w:rPr>
              <w:t>principal</w:t>
            </w:r>
            <w:r w:rsidRPr="00D47184">
              <w:rPr>
                <w:rFonts w:ascii="Arial" w:hAnsi="Arial" w:cs="Arial"/>
                <w:sz w:val="20"/>
                <w:szCs w:val="20"/>
              </w:rPr>
              <w:t xml:space="preserve"> en la que se incluye:</w:t>
            </w:r>
          </w:p>
          <w:p w14:paraId="3DED0791" w14:textId="77777777" w:rsidR="001815E5" w:rsidRDefault="001815E5" w:rsidP="00733B16">
            <w:pPr>
              <w:jc w:val="both"/>
              <w:rPr>
                <w:rFonts w:ascii="Arial" w:hAnsi="Arial" w:cs="Arial"/>
              </w:rPr>
            </w:pPr>
          </w:p>
          <w:p w14:paraId="49482609" w14:textId="77777777" w:rsidR="001815E5" w:rsidRDefault="001815E5" w:rsidP="00733B16">
            <w:pPr>
              <w:jc w:val="both"/>
              <w:rPr>
                <w:rFonts w:ascii="Arial" w:hAnsi="Arial" w:cs="Arial"/>
              </w:rPr>
            </w:pPr>
          </w:p>
        </w:tc>
      </w:tr>
    </w:tbl>
    <w:p w14:paraId="3023BC01" w14:textId="4CD6D306" w:rsidR="001815E5" w:rsidRPr="002B2A3B" w:rsidRDefault="001815E5" w:rsidP="001815E5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</w:rPr>
        <w:t>S</w:t>
      </w:r>
      <w:r w:rsidRPr="00D7610A">
        <w:rPr>
          <w:rFonts w:ascii="Arial" w:hAnsi="Arial" w:cs="Arial"/>
          <w:b/>
        </w:rPr>
        <w:t xml:space="preserve">olicita </w:t>
      </w:r>
      <w:r w:rsidRPr="002B2A3B">
        <w:rPr>
          <w:rFonts w:ascii="Arial" w:hAnsi="Arial" w:cs="Arial"/>
          <w:b/>
          <w:color w:val="000000" w:themeColor="text1"/>
        </w:rPr>
        <w:t>autorización</w:t>
      </w:r>
      <w:r w:rsidR="002B2A3B" w:rsidRPr="002B2A3B">
        <w:rPr>
          <w:rFonts w:ascii="Arial" w:hAnsi="Arial" w:cs="Arial"/>
          <w:b/>
          <w:color w:val="000000" w:themeColor="text1"/>
        </w:rPr>
        <w:t xml:space="preserve"> para gasto de desplazamiento que se indica a continuación</w:t>
      </w:r>
      <w:r w:rsidRPr="002B2A3B">
        <w:rPr>
          <w:rFonts w:ascii="Arial" w:hAnsi="Arial" w:cs="Arial"/>
          <w:b/>
          <w:color w:val="000000" w:themeColor="text1"/>
        </w:rPr>
        <w:t>:</w:t>
      </w:r>
    </w:p>
    <w:p w14:paraId="65F03AD1" w14:textId="77777777" w:rsidR="001815E5" w:rsidRPr="00D7610A" w:rsidRDefault="001815E5" w:rsidP="001815E5">
      <w:pPr>
        <w:jc w:val="both"/>
        <w:rPr>
          <w:rFonts w:ascii="Arial" w:hAnsi="Arial" w:cs="Arial"/>
        </w:rPr>
      </w:pPr>
    </w:p>
    <w:tbl>
      <w:tblPr>
        <w:tblStyle w:val="Tablaconcuadrcula"/>
        <w:tblpPr w:leftFromText="141" w:rightFromText="141" w:vertAnchor="text" w:horzAnchor="margin" w:tblpXSpec="center" w:tblpY="3"/>
        <w:tblW w:w="9421" w:type="dxa"/>
        <w:tblLook w:val="04A0" w:firstRow="1" w:lastRow="0" w:firstColumn="1" w:lastColumn="0" w:noHBand="0" w:noVBand="1"/>
      </w:tblPr>
      <w:tblGrid>
        <w:gridCol w:w="2405"/>
        <w:gridCol w:w="7016"/>
      </w:tblGrid>
      <w:tr w:rsidR="001815E5" w:rsidRPr="00D7610A" w14:paraId="06E8438C" w14:textId="77777777" w:rsidTr="002B2A3B">
        <w:trPr>
          <w:trHeight w:val="419"/>
        </w:trPr>
        <w:tc>
          <w:tcPr>
            <w:tcW w:w="2405" w:type="dxa"/>
          </w:tcPr>
          <w:p w14:paraId="36BECF12" w14:textId="12F080F9" w:rsidR="001815E5" w:rsidRPr="00EF4F29" w:rsidRDefault="001815E5" w:rsidP="00313646">
            <w:pPr>
              <w:rPr>
                <w:rFonts w:ascii="Arial" w:hAnsi="Arial" w:cs="Arial"/>
                <w:sz w:val="20"/>
              </w:rPr>
            </w:pPr>
            <w:r w:rsidRPr="00EF4F29">
              <w:rPr>
                <w:rFonts w:ascii="Arial" w:hAnsi="Arial" w:cs="Arial"/>
                <w:sz w:val="20"/>
              </w:rPr>
              <w:t>FECHA</w:t>
            </w:r>
            <w:r w:rsidR="002B2A3B">
              <w:rPr>
                <w:rFonts w:ascii="Arial" w:hAnsi="Arial" w:cs="Arial"/>
                <w:sz w:val="20"/>
              </w:rPr>
              <w:t xml:space="preserve"> de la excursión</w:t>
            </w:r>
            <w:r w:rsidRPr="00EF4F29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7016" w:type="dxa"/>
          </w:tcPr>
          <w:p w14:paraId="511AA993" w14:textId="77777777" w:rsidR="001815E5" w:rsidRPr="00D7610A" w:rsidRDefault="001815E5" w:rsidP="00733B16">
            <w:pPr>
              <w:jc w:val="both"/>
              <w:rPr>
                <w:rFonts w:ascii="Arial" w:hAnsi="Arial" w:cs="Arial"/>
              </w:rPr>
            </w:pPr>
          </w:p>
        </w:tc>
      </w:tr>
      <w:tr w:rsidR="001815E5" w:rsidRPr="00D7610A" w14:paraId="005A5009" w14:textId="77777777" w:rsidTr="002B2A3B">
        <w:trPr>
          <w:trHeight w:val="373"/>
        </w:trPr>
        <w:tc>
          <w:tcPr>
            <w:tcW w:w="2405" w:type="dxa"/>
          </w:tcPr>
          <w:p w14:paraId="5A6A957D" w14:textId="1BBEC541" w:rsidR="001815E5" w:rsidRPr="00EF4F29" w:rsidRDefault="001815E5" w:rsidP="00313646">
            <w:pPr>
              <w:rPr>
                <w:rFonts w:ascii="Arial" w:hAnsi="Arial" w:cs="Arial"/>
                <w:sz w:val="20"/>
              </w:rPr>
            </w:pPr>
            <w:r w:rsidRPr="00EF4F29">
              <w:rPr>
                <w:rFonts w:ascii="Arial" w:hAnsi="Arial" w:cs="Arial"/>
                <w:sz w:val="20"/>
              </w:rPr>
              <w:t>LUGAR</w:t>
            </w:r>
            <w:r w:rsidR="002B2A3B">
              <w:rPr>
                <w:rFonts w:ascii="Arial" w:hAnsi="Arial" w:cs="Arial"/>
                <w:sz w:val="20"/>
              </w:rPr>
              <w:t xml:space="preserve"> de la excursión</w:t>
            </w:r>
            <w:r w:rsidRPr="00EF4F29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7016" w:type="dxa"/>
          </w:tcPr>
          <w:p w14:paraId="45F5C383" w14:textId="77777777" w:rsidR="001815E5" w:rsidRPr="00D7610A" w:rsidRDefault="001815E5" w:rsidP="00733B16">
            <w:pPr>
              <w:jc w:val="both"/>
              <w:rPr>
                <w:rFonts w:ascii="Arial" w:hAnsi="Arial" w:cs="Arial"/>
              </w:rPr>
            </w:pPr>
          </w:p>
        </w:tc>
      </w:tr>
    </w:tbl>
    <w:p w14:paraId="24B1564F" w14:textId="77777777" w:rsidR="00313646" w:rsidRDefault="00313646" w:rsidP="001815E5">
      <w:pPr>
        <w:jc w:val="both"/>
        <w:rPr>
          <w:rFonts w:ascii="Arial" w:hAnsi="Arial" w:cs="Arial"/>
        </w:rPr>
      </w:pPr>
    </w:p>
    <w:tbl>
      <w:tblPr>
        <w:tblStyle w:val="Tablaconcuadrcula"/>
        <w:tblW w:w="9357" w:type="dxa"/>
        <w:tblInd w:w="-431" w:type="dxa"/>
        <w:tblLook w:val="04A0" w:firstRow="1" w:lastRow="0" w:firstColumn="1" w:lastColumn="0" w:noHBand="0" w:noVBand="1"/>
      </w:tblPr>
      <w:tblGrid>
        <w:gridCol w:w="6805"/>
        <w:gridCol w:w="2552"/>
      </w:tblGrid>
      <w:tr w:rsidR="00270C3D" w14:paraId="268B9659" w14:textId="77777777" w:rsidTr="0070185D">
        <w:tc>
          <w:tcPr>
            <w:tcW w:w="6805" w:type="dxa"/>
          </w:tcPr>
          <w:p w14:paraId="73C810EE" w14:textId="77777777" w:rsidR="00270C3D" w:rsidRPr="00270C3D" w:rsidRDefault="00270C3D" w:rsidP="001815E5">
            <w:pPr>
              <w:jc w:val="both"/>
              <w:rPr>
                <w:rFonts w:ascii="Arial" w:hAnsi="Arial" w:cs="Arial"/>
                <w:sz w:val="20"/>
              </w:rPr>
            </w:pPr>
            <w:r w:rsidRPr="00270C3D">
              <w:rPr>
                <w:rFonts w:ascii="Arial" w:hAnsi="Arial" w:cs="Arial"/>
                <w:sz w:val="20"/>
              </w:rPr>
              <w:t>Número total de menores previstos que participan en la actividad</w:t>
            </w:r>
          </w:p>
          <w:p w14:paraId="0D090D0A" w14:textId="315A6456" w:rsidR="00270C3D" w:rsidRPr="00270C3D" w:rsidRDefault="00270C3D" w:rsidP="001815E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2F45DF13" w14:textId="77777777" w:rsidR="00270C3D" w:rsidRDefault="00270C3D" w:rsidP="001815E5">
            <w:pPr>
              <w:jc w:val="both"/>
              <w:rPr>
                <w:rFonts w:ascii="Arial" w:hAnsi="Arial" w:cs="Arial"/>
              </w:rPr>
            </w:pPr>
          </w:p>
        </w:tc>
      </w:tr>
      <w:tr w:rsidR="00270C3D" w14:paraId="0A96F35B" w14:textId="77777777" w:rsidTr="0070185D">
        <w:tc>
          <w:tcPr>
            <w:tcW w:w="6805" w:type="dxa"/>
          </w:tcPr>
          <w:p w14:paraId="7D197309" w14:textId="5D938721" w:rsidR="00270C3D" w:rsidRPr="00270C3D" w:rsidRDefault="0070185D" w:rsidP="00270C3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Franja de edad </w:t>
            </w:r>
            <w:r w:rsidR="00270C3D" w:rsidRPr="00270C3D">
              <w:rPr>
                <w:rFonts w:ascii="Arial" w:hAnsi="Arial" w:cs="Arial"/>
                <w:sz w:val="20"/>
              </w:rPr>
              <w:t>de las/os menores participantes:</w:t>
            </w:r>
          </w:p>
          <w:p w14:paraId="5413A1E2" w14:textId="77777777" w:rsidR="00270C3D" w:rsidRPr="00270C3D" w:rsidRDefault="00270C3D" w:rsidP="001815E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103634DE" w14:textId="77777777" w:rsidR="00270C3D" w:rsidRDefault="00270C3D" w:rsidP="001815E5">
            <w:pPr>
              <w:jc w:val="both"/>
              <w:rPr>
                <w:rFonts w:ascii="Arial" w:hAnsi="Arial" w:cs="Arial"/>
              </w:rPr>
            </w:pPr>
          </w:p>
        </w:tc>
      </w:tr>
      <w:tr w:rsidR="00270C3D" w14:paraId="53E1A715" w14:textId="77777777" w:rsidTr="0070185D">
        <w:tc>
          <w:tcPr>
            <w:tcW w:w="6805" w:type="dxa"/>
          </w:tcPr>
          <w:p w14:paraId="61EBE26D" w14:textId="77777777" w:rsidR="00270C3D" w:rsidRPr="00270C3D" w:rsidRDefault="00270C3D" w:rsidP="00270C3D">
            <w:pPr>
              <w:jc w:val="both"/>
              <w:rPr>
                <w:rFonts w:ascii="Arial" w:hAnsi="Arial" w:cs="Arial"/>
                <w:sz w:val="20"/>
              </w:rPr>
            </w:pPr>
            <w:r w:rsidRPr="00270C3D">
              <w:rPr>
                <w:rFonts w:ascii="Arial" w:hAnsi="Arial" w:cs="Arial"/>
                <w:sz w:val="20"/>
              </w:rPr>
              <w:t>Nº de profesionales de acompañamiento para el cuidado en la actuación:</w:t>
            </w:r>
          </w:p>
          <w:p w14:paraId="5C02A134" w14:textId="77777777" w:rsidR="00270C3D" w:rsidRPr="00270C3D" w:rsidRDefault="00270C3D" w:rsidP="001815E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6BEF3C1A" w14:textId="77777777" w:rsidR="00270C3D" w:rsidRDefault="00270C3D" w:rsidP="001815E5">
            <w:pPr>
              <w:jc w:val="both"/>
              <w:rPr>
                <w:rFonts w:ascii="Arial" w:hAnsi="Arial" w:cs="Arial"/>
              </w:rPr>
            </w:pPr>
          </w:p>
        </w:tc>
      </w:tr>
    </w:tbl>
    <w:p w14:paraId="4DE282F0" w14:textId="77777777" w:rsidR="00270C3D" w:rsidRDefault="00270C3D" w:rsidP="001815E5">
      <w:pPr>
        <w:jc w:val="both"/>
        <w:rPr>
          <w:rFonts w:ascii="Arial" w:hAnsi="Arial" w:cs="Arial"/>
        </w:rPr>
      </w:pPr>
    </w:p>
    <w:tbl>
      <w:tblPr>
        <w:tblStyle w:val="Tablaconcuadrcula"/>
        <w:tblW w:w="9357" w:type="dxa"/>
        <w:tblInd w:w="-431" w:type="dxa"/>
        <w:tblLook w:val="04A0" w:firstRow="1" w:lastRow="0" w:firstColumn="1" w:lastColumn="0" w:noHBand="0" w:noVBand="1"/>
      </w:tblPr>
      <w:tblGrid>
        <w:gridCol w:w="9357"/>
      </w:tblGrid>
      <w:tr w:rsidR="00270C3D" w14:paraId="3A607461" w14:textId="77777777" w:rsidTr="00270C3D">
        <w:tc>
          <w:tcPr>
            <w:tcW w:w="9357" w:type="dxa"/>
          </w:tcPr>
          <w:p w14:paraId="262F9610" w14:textId="77777777" w:rsidR="00270C3D" w:rsidRPr="00270C3D" w:rsidRDefault="00270C3D" w:rsidP="00270C3D">
            <w:pPr>
              <w:jc w:val="both"/>
              <w:rPr>
                <w:rFonts w:ascii="Arial" w:hAnsi="Arial" w:cs="Arial"/>
                <w:sz w:val="20"/>
              </w:rPr>
            </w:pPr>
            <w:r w:rsidRPr="00270C3D">
              <w:rPr>
                <w:rFonts w:ascii="Arial" w:hAnsi="Arial" w:cs="Arial"/>
                <w:sz w:val="20"/>
              </w:rPr>
              <w:t>Dependencias o instalaciones donde se realizará la actividad:</w:t>
            </w:r>
          </w:p>
          <w:p w14:paraId="35591890" w14:textId="77777777" w:rsidR="00270C3D" w:rsidRDefault="00270C3D" w:rsidP="001815E5">
            <w:pPr>
              <w:jc w:val="both"/>
              <w:rPr>
                <w:rFonts w:ascii="Arial" w:hAnsi="Arial" w:cs="Arial"/>
              </w:rPr>
            </w:pPr>
          </w:p>
          <w:p w14:paraId="1715CCDA" w14:textId="0A9C9DA9" w:rsidR="00270C3D" w:rsidRDefault="00270C3D" w:rsidP="001815E5">
            <w:pPr>
              <w:jc w:val="both"/>
              <w:rPr>
                <w:rFonts w:ascii="Arial" w:hAnsi="Arial" w:cs="Arial"/>
              </w:rPr>
            </w:pPr>
          </w:p>
        </w:tc>
      </w:tr>
    </w:tbl>
    <w:p w14:paraId="23BD1BC6" w14:textId="7948520D" w:rsidR="001815E5" w:rsidRPr="00D7610A" w:rsidRDefault="001815E5" w:rsidP="001815E5">
      <w:pPr>
        <w:jc w:val="both"/>
        <w:rPr>
          <w:rFonts w:ascii="Arial" w:hAnsi="Arial" w:cs="Arial"/>
        </w:rPr>
      </w:pPr>
    </w:p>
    <w:tbl>
      <w:tblPr>
        <w:tblStyle w:val="Tablaconcuadrcula"/>
        <w:tblW w:w="9364" w:type="dxa"/>
        <w:tblInd w:w="-416" w:type="dxa"/>
        <w:tblLook w:val="04A0" w:firstRow="1" w:lastRow="0" w:firstColumn="1" w:lastColumn="0" w:noHBand="0" w:noVBand="1"/>
      </w:tblPr>
      <w:tblGrid>
        <w:gridCol w:w="9364"/>
      </w:tblGrid>
      <w:tr w:rsidR="001815E5" w:rsidRPr="00BA2AE4" w14:paraId="369414FE" w14:textId="77777777" w:rsidTr="00733B16">
        <w:trPr>
          <w:trHeight w:val="1439"/>
        </w:trPr>
        <w:tc>
          <w:tcPr>
            <w:tcW w:w="9364" w:type="dxa"/>
          </w:tcPr>
          <w:p w14:paraId="28DF3EBE" w14:textId="77777777" w:rsidR="001815E5" w:rsidRPr="00BA2AE4" w:rsidRDefault="001815E5" w:rsidP="00733B16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BA2AE4">
              <w:rPr>
                <w:rFonts w:ascii="Arial" w:hAnsi="Arial" w:cs="Arial"/>
                <w:b/>
                <w:sz w:val="20"/>
              </w:rPr>
              <w:t>Exponga brevemente la justificación y objetivos de la actividad:</w:t>
            </w:r>
          </w:p>
          <w:p w14:paraId="1776CFA6" w14:textId="77777777" w:rsidR="001815E5" w:rsidRPr="00BA2AE4" w:rsidRDefault="001815E5" w:rsidP="00733B16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14:paraId="4408D7DD" w14:textId="77777777" w:rsidR="001815E5" w:rsidRPr="00BA2AE4" w:rsidRDefault="001815E5" w:rsidP="00733B16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14:paraId="224E1AD8" w14:textId="77777777" w:rsidR="001815E5" w:rsidRPr="00BA2AE4" w:rsidRDefault="001815E5" w:rsidP="00733B16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14:paraId="296896FA" w14:textId="77777777" w:rsidR="001815E5" w:rsidRPr="00BA2AE4" w:rsidRDefault="001815E5" w:rsidP="00733B16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14:paraId="2C74CBBD" w14:textId="77777777" w:rsidR="001815E5" w:rsidRPr="00BA2AE4" w:rsidRDefault="001815E5" w:rsidP="00733B16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14:paraId="17B8E01D" w14:textId="77777777" w:rsidR="001815E5" w:rsidRPr="00BA2AE4" w:rsidRDefault="001815E5" w:rsidP="00733B16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14:paraId="2A7A72D5" w14:textId="77777777" w:rsidR="001815E5" w:rsidRPr="00BA2AE4" w:rsidRDefault="001815E5" w:rsidP="00733B16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EFFB2CD" w14:textId="77777777" w:rsidR="00270C3D" w:rsidRDefault="00270C3D" w:rsidP="001815E5">
      <w:pPr>
        <w:spacing w:line="240" w:lineRule="auto"/>
        <w:ind w:left="-709" w:right="-568"/>
        <w:jc w:val="both"/>
        <w:rPr>
          <w:rFonts w:ascii="Arial" w:hAnsi="Arial" w:cs="Arial"/>
          <w:b/>
          <w:sz w:val="12"/>
          <w:szCs w:val="12"/>
        </w:rPr>
      </w:pPr>
    </w:p>
    <w:p w14:paraId="621E782A" w14:textId="0BC92432" w:rsidR="003C4940" w:rsidRPr="003C4940" w:rsidRDefault="001815E5" w:rsidP="003C4940">
      <w:pPr>
        <w:spacing w:line="240" w:lineRule="auto"/>
        <w:ind w:left="-709" w:right="-568"/>
        <w:jc w:val="both"/>
        <w:rPr>
          <w:rFonts w:ascii="Arial" w:hAnsi="Arial" w:cs="Arial"/>
          <w:bCs/>
          <w:color w:val="000000" w:themeColor="text1"/>
          <w:sz w:val="16"/>
          <w:szCs w:val="12"/>
        </w:rPr>
      </w:pPr>
      <w:r w:rsidRPr="00A91EB1">
        <w:rPr>
          <w:rFonts w:ascii="Arial" w:hAnsi="Arial" w:cs="Arial"/>
          <w:b/>
          <w:color w:val="000000" w:themeColor="text1"/>
          <w:sz w:val="16"/>
          <w:szCs w:val="12"/>
        </w:rPr>
        <w:t>*Art.1</w:t>
      </w:r>
      <w:r w:rsidR="003C4940" w:rsidRPr="00A91EB1">
        <w:rPr>
          <w:rFonts w:ascii="Arial" w:hAnsi="Arial" w:cs="Arial"/>
          <w:b/>
          <w:color w:val="000000" w:themeColor="text1"/>
          <w:sz w:val="16"/>
          <w:szCs w:val="12"/>
        </w:rPr>
        <w:t>4</w:t>
      </w:r>
      <w:r w:rsidRPr="00A91EB1">
        <w:rPr>
          <w:rFonts w:ascii="Arial" w:hAnsi="Arial" w:cs="Arial"/>
          <w:b/>
          <w:color w:val="000000" w:themeColor="text1"/>
          <w:sz w:val="16"/>
          <w:szCs w:val="12"/>
        </w:rPr>
        <w:t xml:space="preserve">.2. </w:t>
      </w:r>
      <w:r w:rsidR="003C4940" w:rsidRPr="00A91EB1">
        <w:rPr>
          <w:rFonts w:ascii="Arial" w:hAnsi="Arial" w:cs="Arial"/>
          <w:b/>
          <w:color w:val="000000" w:themeColor="text1"/>
          <w:sz w:val="16"/>
          <w:szCs w:val="12"/>
        </w:rPr>
        <w:t>d)</w:t>
      </w:r>
      <w:r w:rsidR="003C4940" w:rsidRPr="003C4940">
        <w:rPr>
          <w:rFonts w:ascii="Arial" w:hAnsi="Arial" w:cs="Arial"/>
          <w:b/>
          <w:color w:val="000000" w:themeColor="text1"/>
          <w:sz w:val="16"/>
          <w:szCs w:val="12"/>
        </w:rPr>
        <w:tab/>
        <w:t xml:space="preserve">Costes de transporte y desplazamiento. </w:t>
      </w:r>
      <w:r w:rsidR="003C4940" w:rsidRPr="003C4940">
        <w:rPr>
          <w:rFonts w:ascii="Arial" w:hAnsi="Arial" w:cs="Arial"/>
          <w:bCs/>
          <w:color w:val="000000" w:themeColor="text1"/>
          <w:sz w:val="16"/>
          <w:szCs w:val="12"/>
        </w:rPr>
        <w:t>Se podrá imputar el gasto del transporte de las y los menores a municipios cercanos para participar en actividades del Plan Corresponsables, e igualmente se podrá imputar el gasto de desplazamiento del personal contratado para la realización de estas actividades, ajustándose a las cantidades establecidas por Decreto 36/2006 de 4 de abril de 2006, sobre indemnizaciones por razón de servicio.</w:t>
      </w:r>
    </w:p>
    <w:p w14:paraId="7E2F12B2" w14:textId="45F4DF1D" w:rsidR="00FA3415" w:rsidRPr="003C4940" w:rsidRDefault="003C4940" w:rsidP="003C4940">
      <w:pPr>
        <w:spacing w:line="240" w:lineRule="auto"/>
        <w:ind w:left="-709" w:right="-568"/>
        <w:jc w:val="both"/>
        <w:rPr>
          <w:bCs/>
          <w:color w:val="000000" w:themeColor="text1"/>
          <w:sz w:val="28"/>
        </w:rPr>
      </w:pPr>
      <w:r w:rsidRPr="003C4940">
        <w:rPr>
          <w:rFonts w:ascii="Arial" w:hAnsi="Arial" w:cs="Arial"/>
          <w:bCs/>
          <w:color w:val="000000" w:themeColor="text1"/>
          <w:sz w:val="16"/>
          <w:szCs w:val="12"/>
        </w:rPr>
        <w:t>Se podrán imputar también gastos de transporte para las salidas esporádicas que formen parte de una actividad principal, siempre que sea gasto accesorio y necesario para el desarrollo de actuaciones comprendidas en el Plan Corresponsables. Deberán comunicarse previamente al Servicio Provincial del Instituto de la Mujer correspondiente y han de ser autorizados por este.</w:t>
      </w:r>
    </w:p>
    <w:sectPr w:rsidR="00FA3415" w:rsidRPr="003C4940" w:rsidSect="005137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90" w:right="1701" w:bottom="1418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D67F7" w14:textId="77777777" w:rsidR="00021F1E" w:rsidRDefault="00021F1E" w:rsidP="00022BEF">
      <w:pPr>
        <w:spacing w:after="0" w:line="240" w:lineRule="auto"/>
      </w:pPr>
      <w:r>
        <w:separator/>
      </w:r>
    </w:p>
  </w:endnote>
  <w:endnote w:type="continuationSeparator" w:id="0">
    <w:p w14:paraId="7BDE7F70" w14:textId="77777777" w:rsidR="00021F1E" w:rsidRDefault="00021F1E" w:rsidP="00022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9FECE5" w14:textId="77777777" w:rsidR="003A7EE0" w:rsidRDefault="003A7EE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0E263" w14:textId="695787D0" w:rsidR="00270C3D" w:rsidRDefault="00270C3D">
    <w:pPr>
      <w:pStyle w:val="Piedepgina"/>
    </w:pPr>
  </w:p>
  <w:tbl>
    <w:tblPr>
      <w:tblW w:w="5502" w:type="pct"/>
      <w:tblInd w:w="-426" w:type="dxa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677"/>
      <w:gridCol w:w="4681"/>
    </w:tblGrid>
    <w:tr w:rsidR="00270C3D" w14:paraId="76EF9368" w14:textId="77777777" w:rsidTr="006A4218">
      <w:tc>
        <w:tcPr>
          <w:tcW w:w="2499" w:type="pct"/>
          <w:shd w:val="clear" w:color="auto" w:fill="B878AC"/>
          <w:vAlign w:val="center"/>
        </w:tcPr>
        <w:p w14:paraId="3F99A4F1" w14:textId="77777777" w:rsidR="00270C3D" w:rsidRPr="00022BEF" w:rsidRDefault="004A377C" w:rsidP="00270C3D">
          <w:pPr>
            <w:pStyle w:val="Piedepgina"/>
            <w:spacing w:before="80" w:after="80"/>
            <w:jc w:val="both"/>
            <w:rPr>
              <w:rFonts w:ascii="Arial Narrow" w:hAnsi="Arial Narrow"/>
              <w:caps/>
              <w:color w:val="FFFFFF" w:themeColor="background1"/>
              <w:sz w:val="20"/>
              <w:szCs w:val="18"/>
            </w:rPr>
          </w:pPr>
          <w:sdt>
            <w:sdtPr>
              <w:rPr>
                <w:rFonts w:ascii="Arial Narrow" w:hAnsi="Arial Narrow"/>
                <w:caps/>
                <w:color w:val="FFFFFF" w:themeColor="background1"/>
                <w:sz w:val="20"/>
                <w:szCs w:val="18"/>
              </w:rPr>
              <w:alias w:val="Título"/>
              <w:tag w:val=""/>
              <w:id w:val="-578829839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270C3D" w:rsidRPr="00022BEF">
                <w:rPr>
                  <w:rFonts w:ascii="Arial Narrow" w:hAnsi="Arial Narrow"/>
                  <w:caps/>
                  <w:color w:val="FFFFFF" w:themeColor="background1"/>
                  <w:sz w:val="20"/>
                  <w:szCs w:val="18"/>
                </w:rPr>
                <w:t>PLAN CORRESPONSABLES CASTILLA-LA MANCHA</w:t>
              </w:r>
            </w:sdtContent>
          </w:sdt>
        </w:p>
      </w:tc>
      <w:tc>
        <w:tcPr>
          <w:tcW w:w="2501" w:type="pct"/>
          <w:shd w:val="clear" w:color="auto" w:fill="B878AC"/>
          <w:vAlign w:val="center"/>
        </w:tcPr>
        <w:p w14:paraId="04597524" w14:textId="77777777" w:rsidR="00270C3D" w:rsidRPr="00022BEF" w:rsidRDefault="00270C3D" w:rsidP="00270C3D">
          <w:pPr>
            <w:pStyle w:val="Piedepgina"/>
            <w:spacing w:before="80" w:after="80"/>
            <w:jc w:val="right"/>
            <w:rPr>
              <w:rFonts w:ascii="Arial Narrow" w:hAnsi="Arial Narrow"/>
              <w:caps/>
              <w:color w:val="FFFFFF" w:themeColor="background1"/>
              <w:sz w:val="20"/>
              <w:szCs w:val="18"/>
            </w:rPr>
          </w:pPr>
          <w:r>
            <w:rPr>
              <w:rFonts w:ascii="Arial Narrow" w:hAnsi="Arial Narrow"/>
              <w:caps/>
              <w:noProof/>
              <w:color w:val="FFFFFF" w:themeColor="background1"/>
              <w:sz w:val="20"/>
              <w:szCs w:val="18"/>
              <w:lang w:eastAsia="es-ES"/>
            </w:rPr>
            <w:drawing>
              <wp:inline distT="0" distB="0" distL="0" distR="0" wp14:anchorId="5FF6F8DC" wp14:editId="20B60855">
                <wp:extent cx="788670" cy="205740"/>
                <wp:effectExtent l="0" t="0" r="0" b="3810"/>
                <wp:docPr id="196570752" name="Imagen 1965707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8353" cy="21348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36BADB73" w14:textId="0967ACA9" w:rsidR="00270C3D" w:rsidRDefault="00270C3D">
    <w:pPr>
      <w:pStyle w:val="Piedepgina"/>
    </w:pPr>
  </w:p>
  <w:p w14:paraId="42091EF5" w14:textId="77777777" w:rsidR="00022BEF" w:rsidRDefault="00022BE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92589" w14:textId="77777777" w:rsidR="003A7EE0" w:rsidRDefault="003A7E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7635D1" w14:textId="77777777" w:rsidR="00021F1E" w:rsidRDefault="00021F1E" w:rsidP="00022BEF">
      <w:pPr>
        <w:spacing w:after="0" w:line="240" w:lineRule="auto"/>
      </w:pPr>
      <w:r>
        <w:separator/>
      </w:r>
    </w:p>
  </w:footnote>
  <w:footnote w:type="continuationSeparator" w:id="0">
    <w:p w14:paraId="1E74794B" w14:textId="77777777" w:rsidR="00021F1E" w:rsidRDefault="00021F1E" w:rsidP="00022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281BC" w14:textId="77777777" w:rsidR="003A7EE0" w:rsidRDefault="003A7EE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FBCF1" w14:textId="6FCE0AAF" w:rsidR="00DB7F5B" w:rsidRDefault="00DB7F5B" w:rsidP="00AC67E9">
    <w:pPr>
      <w:pStyle w:val="Encabezado"/>
      <w:tabs>
        <w:tab w:val="clear" w:pos="4252"/>
      </w:tabs>
    </w:pPr>
  </w:p>
  <w:p w14:paraId="3C403EF8" w14:textId="3A628134" w:rsidR="00DB7F5B" w:rsidRDefault="00DB7F5B" w:rsidP="00AC67E9">
    <w:pPr>
      <w:pStyle w:val="Encabezado"/>
      <w:tabs>
        <w:tab w:val="clear" w:pos="4252"/>
      </w:tabs>
      <w:ind w:left="-426"/>
    </w:pPr>
    <w:r>
      <w:tab/>
    </w:r>
  </w:p>
  <w:p w14:paraId="07BC8CA2" w14:textId="7388E4C1" w:rsidR="00DB7F5B" w:rsidRDefault="004A377C" w:rsidP="00DB7F5B">
    <w:pPr>
      <w:pStyle w:val="Encabezado"/>
      <w:tabs>
        <w:tab w:val="clear" w:pos="4252"/>
        <w:tab w:val="clear" w:pos="8504"/>
        <w:tab w:val="left" w:pos="2552"/>
        <w:tab w:val="left" w:pos="6300"/>
      </w:tabs>
      <w:ind w:left="284"/>
    </w:pPr>
    <w:bookmarkStart w:id="0" w:name="_GoBack"/>
    <w:r>
      <w:rPr>
        <w:noProof/>
      </w:rPr>
      <w:drawing>
        <wp:inline distT="0" distB="0" distL="0" distR="0" wp14:anchorId="65BCBAEB" wp14:editId="117DA577">
          <wp:extent cx="5400040" cy="522605"/>
          <wp:effectExtent l="0" t="0" r="0" b="0"/>
          <wp:docPr id="13" name="Imagen 12">
            <a:extLst xmlns:a="http://schemas.openxmlformats.org/drawingml/2006/main">
              <a:ext uri="{FF2B5EF4-FFF2-40B4-BE49-F238E27FC236}">
                <a16:creationId xmlns:a16="http://schemas.microsoft.com/office/drawing/2014/main" id="{50D473A9-DAEB-D97D-E1C3-80E4801B86CB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n 12">
                    <a:extLst>
                      <a:ext uri="{FF2B5EF4-FFF2-40B4-BE49-F238E27FC236}">
                        <a16:creationId xmlns:a16="http://schemas.microsoft.com/office/drawing/2014/main" id="{50D473A9-DAEB-D97D-E1C3-80E4801B86CB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522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  <w:r w:rsidR="00DB7F5B">
      <w:tab/>
    </w:r>
    <w:r w:rsidR="00DB7F5B">
      <w:tab/>
    </w:r>
  </w:p>
  <w:p w14:paraId="676BE2D7" w14:textId="32746088" w:rsidR="00622D8A" w:rsidRPr="00DB7F5B" w:rsidRDefault="00622D8A" w:rsidP="00DB7F5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E287B" w14:textId="77777777" w:rsidR="003A7EE0" w:rsidRDefault="003A7E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C6FD9"/>
    <w:multiLevelType w:val="hybridMultilevel"/>
    <w:tmpl w:val="A900F4B0"/>
    <w:lvl w:ilvl="0" w:tplc="5948B1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13837"/>
    <w:multiLevelType w:val="hybridMultilevel"/>
    <w:tmpl w:val="AE463DE2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33095"/>
    <w:multiLevelType w:val="hybridMultilevel"/>
    <w:tmpl w:val="157A43AC"/>
    <w:lvl w:ilvl="0" w:tplc="A4FE53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94BCE"/>
    <w:multiLevelType w:val="hybridMultilevel"/>
    <w:tmpl w:val="47726AC6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045464"/>
    <w:multiLevelType w:val="hybridMultilevel"/>
    <w:tmpl w:val="0CB24A2C"/>
    <w:lvl w:ilvl="0" w:tplc="11C4DAF2">
      <w:start w:val="5"/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5C974C7F"/>
    <w:multiLevelType w:val="hybridMultilevel"/>
    <w:tmpl w:val="CF42C1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14A6D"/>
    <w:multiLevelType w:val="hybridMultilevel"/>
    <w:tmpl w:val="26AE594C"/>
    <w:lvl w:ilvl="0" w:tplc="D0F6EB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F1E"/>
    <w:rsid w:val="00012B56"/>
    <w:rsid w:val="00021F1E"/>
    <w:rsid w:val="00022BEF"/>
    <w:rsid w:val="00060DA1"/>
    <w:rsid w:val="0007435D"/>
    <w:rsid w:val="000A599C"/>
    <w:rsid w:val="000D282B"/>
    <w:rsid w:val="001069D8"/>
    <w:rsid w:val="0011086A"/>
    <w:rsid w:val="00160117"/>
    <w:rsid w:val="00164E27"/>
    <w:rsid w:val="0017480B"/>
    <w:rsid w:val="001815E5"/>
    <w:rsid w:val="001858FC"/>
    <w:rsid w:val="0019572F"/>
    <w:rsid w:val="001A6752"/>
    <w:rsid w:val="001B561B"/>
    <w:rsid w:val="001C0AF0"/>
    <w:rsid w:val="001C7211"/>
    <w:rsid w:val="00227207"/>
    <w:rsid w:val="00231206"/>
    <w:rsid w:val="0024529E"/>
    <w:rsid w:val="00270C3D"/>
    <w:rsid w:val="00280157"/>
    <w:rsid w:val="00282A29"/>
    <w:rsid w:val="002B2A3B"/>
    <w:rsid w:val="002E763D"/>
    <w:rsid w:val="00313646"/>
    <w:rsid w:val="00347BD5"/>
    <w:rsid w:val="0036171C"/>
    <w:rsid w:val="00366C63"/>
    <w:rsid w:val="003A3D08"/>
    <w:rsid w:val="003A4569"/>
    <w:rsid w:val="003A783D"/>
    <w:rsid w:val="003A7EE0"/>
    <w:rsid w:val="003B07C3"/>
    <w:rsid w:val="003C0CD4"/>
    <w:rsid w:val="003C40E8"/>
    <w:rsid w:val="003C4940"/>
    <w:rsid w:val="003D0C01"/>
    <w:rsid w:val="003F2376"/>
    <w:rsid w:val="004068A0"/>
    <w:rsid w:val="00407E18"/>
    <w:rsid w:val="00413700"/>
    <w:rsid w:val="00420586"/>
    <w:rsid w:val="00431B4B"/>
    <w:rsid w:val="004372B2"/>
    <w:rsid w:val="00440997"/>
    <w:rsid w:val="004531D4"/>
    <w:rsid w:val="00460420"/>
    <w:rsid w:val="00462C97"/>
    <w:rsid w:val="0046428F"/>
    <w:rsid w:val="004852CF"/>
    <w:rsid w:val="004853FA"/>
    <w:rsid w:val="004A377C"/>
    <w:rsid w:val="004B1831"/>
    <w:rsid w:val="004B4D11"/>
    <w:rsid w:val="004C12BF"/>
    <w:rsid w:val="004C62E9"/>
    <w:rsid w:val="004D4863"/>
    <w:rsid w:val="00505443"/>
    <w:rsid w:val="005137E3"/>
    <w:rsid w:val="00522A07"/>
    <w:rsid w:val="00524F13"/>
    <w:rsid w:val="005341AA"/>
    <w:rsid w:val="00543320"/>
    <w:rsid w:val="00554119"/>
    <w:rsid w:val="00561128"/>
    <w:rsid w:val="00574F72"/>
    <w:rsid w:val="005818E2"/>
    <w:rsid w:val="005F7716"/>
    <w:rsid w:val="00611B7A"/>
    <w:rsid w:val="00622577"/>
    <w:rsid w:val="00622D8A"/>
    <w:rsid w:val="00630310"/>
    <w:rsid w:val="00635465"/>
    <w:rsid w:val="006678FA"/>
    <w:rsid w:val="00673CA5"/>
    <w:rsid w:val="0067554D"/>
    <w:rsid w:val="00682DB6"/>
    <w:rsid w:val="006A1BAE"/>
    <w:rsid w:val="006A42A0"/>
    <w:rsid w:val="006A5320"/>
    <w:rsid w:val="006F4181"/>
    <w:rsid w:val="0070185D"/>
    <w:rsid w:val="00724034"/>
    <w:rsid w:val="007416A3"/>
    <w:rsid w:val="0075689D"/>
    <w:rsid w:val="00764F17"/>
    <w:rsid w:val="007A6CAF"/>
    <w:rsid w:val="007C0E66"/>
    <w:rsid w:val="007D2A6C"/>
    <w:rsid w:val="007E33A2"/>
    <w:rsid w:val="00821160"/>
    <w:rsid w:val="00857DFB"/>
    <w:rsid w:val="00892DFB"/>
    <w:rsid w:val="008B34A0"/>
    <w:rsid w:val="008D23AD"/>
    <w:rsid w:val="008F41F7"/>
    <w:rsid w:val="009165E5"/>
    <w:rsid w:val="009549D8"/>
    <w:rsid w:val="00996456"/>
    <w:rsid w:val="009A32BA"/>
    <w:rsid w:val="009C1264"/>
    <w:rsid w:val="009D4A9A"/>
    <w:rsid w:val="009E5E1C"/>
    <w:rsid w:val="009F001F"/>
    <w:rsid w:val="00A16A18"/>
    <w:rsid w:val="00A57BA1"/>
    <w:rsid w:val="00A6178A"/>
    <w:rsid w:val="00A71C9E"/>
    <w:rsid w:val="00A91EB1"/>
    <w:rsid w:val="00A93A11"/>
    <w:rsid w:val="00A941B0"/>
    <w:rsid w:val="00AA72F6"/>
    <w:rsid w:val="00AB30A8"/>
    <w:rsid w:val="00AC67E9"/>
    <w:rsid w:val="00AE0A36"/>
    <w:rsid w:val="00AE7772"/>
    <w:rsid w:val="00AF199C"/>
    <w:rsid w:val="00AF2F90"/>
    <w:rsid w:val="00B10235"/>
    <w:rsid w:val="00B171E4"/>
    <w:rsid w:val="00B335ED"/>
    <w:rsid w:val="00B3421D"/>
    <w:rsid w:val="00B72522"/>
    <w:rsid w:val="00B76035"/>
    <w:rsid w:val="00B76FD9"/>
    <w:rsid w:val="00BC4837"/>
    <w:rsid w:val="00BD3F34"/>
    <w:rsid w:val="00BD786A"/>
    <w:rsid w:val="00BE14F5"/>
    <w:rsid w:val="00BE302B"/>
    <w:rsid w:val="00C26ACB"/>
    <w:rsid w:val="00C27C69"/>
    <w:rsid w:val="00C51177"/>
    <w:rsid w:val="00C53A50"/>
    <w:rsid w:val="00C5757D"/>
    <w:rsid w:val="00C7562B"/>
    <w:rsid w:val="00CA4FCD"/>
    <w:rsid w:val="00CC04CF"/>
    <w:rsid w:val="00D22A5F"/>
    <w:rsid w:val="00D35EEE"/>
    <w:rsid w:val="00D460F5"/>
    <w:rsid w:val="00D77230"/>
    <w:rsid w:val="00D90020"/>
    <w:rsid w:val="00DB23D0"/>
    <w:rsid w:val="00DB7F5B"/>
    <w:rsid w:val="00DC165B"/>
    <w:rsid w:val="00DC7CB3"/>
    <w:rsid w:val="00DE31E9"/>
    <w:rsid w:val="00E630B3"/>
    <w:rsid w:val="00E769C8"/>
    <w:rsid w:val="00EB455D"/>
    <w:rsid w:val="00EB5B21"/>
    <w:rsid w:val="00ED2D91"/>
    <w:rsid w:val="00ED3F55"/>
    <w:rsid w:val="00EE5599"/>
    <w:rsid w:val="00F100CD"/>
    <w:rsid w:val="00F22430"/>
    <w:rsid w:val="00F56F82"/>
    <w:rsid w:val="00F57219"/>
    <w:rsid w:val="00FA3415"/>
    <w:rsid w:val="00FD78FB"/>
    <w:rsid w:val="00FE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26ADCFE"/>
  <w15:chartTrackingRefBased/>
  <w15:docId w15:val="{273B5030-4A9D-43A6-9C2A-32B7621EE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786A"/>
    <w:pPr>
      <w:suppressAutoHyphens/>
      <w:spacing w:line="252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001F"/>
    <w:pPr>
      <w:suppressAutoHyphens w:val="0"/>
      <w:spacing w:line="259" w:lineRule="auto"/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22BEF"/>
    <w:pPr>
      <w:tabs>
        <w:tab w:val="center" w:pos="4252"/>
        <w:tab w:val="right" w:pos="8504"/>
      </w:tabs>
      <w:suppressAutoHyphens w:val="0"/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2BEF"/>
  </w:style>
  <w:style w:type="paragraph" w:styleId="Piedepgina">
    <w:name w:val="footer"/>
    <w:basedOn w:val="Normal"/>
    <w:link w:val="PiedepginaCar"/>
    <w:uiPriority w:val="99"/>
    <w:unhideWhenUsed/>
    <w:rsid w:val="00022BEF"/>
    <w:pPr>
      <w:tabs>
        <w:tab w:val="center" w:pos="4252"/>
        <w:tab w:val="right" w:pos="8504"/>
      </w:tabs>
      <w:suppressAutoHyphens w:val="0"/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2BEF"/>
  </w:style>
  <w:style w:type="character" w:styleId="Hipervnculo">
    <w:name w:val="Hyperlink"/>
    <w:basedOn w:val="Fuentedeprrafopredeter"/>
    <w:uiPriority w:val="99"/>
    <w:unhideWhenUsed/>
    <w:rsid w:val="00B1023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B10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uiPriority w:val="39"/>
    <w:rsid w:val="00BD786A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5341AA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3A7EE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aga127\Desktop\1.%20COMUNICACI&#211;N%20DE%20INICIO%20DE%20ACTUACI&#211;N%20()%20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1. COMUNICACIÓN DE INICIO DE ACTUACIÓN () .dotx</Template>
  <TotalTime>19</TotalTime>
  <Pages>1</Pages>
  <Words>224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CORRESPONSABLES CASTILLA-LA MANCHA</vt:lpstr>
    </vt:vector>
  </TitlesOfParts>
  <Company>Junta Comunidades Castilla la Mancha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CORRESPONSABLES CASTILLA-LA MANCHA</dc:title>
  <dc:subject/>
  <dc:creator>aaga127 Ana Marta González Alonso tfno:9252 67422</dc:creator>
  <cp:keywords/>
  <dc:description/>
  <cp:lastModifiedBy>Laura Moreno Cerdeño</cp:lastModifiedBy>
  <cp:revision>7</cp:revision>
  <cp:lastPrinted>2024-04-11T07:44:00Z</cp:lastPrinted>
  <dcterms:created xsi:type="dcterms:W3CDTF">2025-11-13T08:35:00Z</dcterms:created>
  <dcterms:modified xsi:type="dcterms:W3CDTF">2026-02-23T11:10:00Z</dcterms:modified>
</cp:coreProperties>
</file>